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5" w:rsidRDefault="0095721C">
      <w:pPr>
        <w:pStyle w:val="FirstParagraph"/>
      </w:pPr>
      <w:r>
        <w:t>This is some text.</w:t>
      </w:r>
    </w:p>
    <w:p w:rsidR="00572613" w:rsidRDefault="00572613" w:rsidP="00572613">
      <w:pPr>
        <w:pStyle w:val="BodyText"/>
      </w:pPr>
    </w:p>
    <w:p w:rsidR="00572613" w:rsidRDefault="00572613" w:rsidP="00572613">
      <w:pPr>
        <w:pStyle w:val="BodyText"/>
      </w:pPr>
      <w:r>
        <w:t xml:space="preserve">This is text with an </w:t>
      </w:r>
      <w:r w:rsidRPr="00572613">
        <w:rPr>
          <w:rStyle w:val="Emphatic"/>
        </w:rPr>
        <w:t>emphasized</w:t>
      </w:r>
      <w:r>
        <w:t xml:space="preserve"> text style. And this is text with a </w:t>
      </w:r>
      <w:r w:rsidRPr="00572613">
        <w:rPr>
          <w:rStyle w:val="Strengthened"/>
        </w:rPr>
        <w:t>strengthened</w:t>
      </w:r>
      <w:r>
        <w:t xml:space="preserve"> text style.</w:t>
      </w:r>
    </w:p>
    <w:p w:rsidR="00572613" w:rsidRDefault="00572613" w:rsidP="00572613">
      <w:pPr>
        <w:pStyle w:val="BodyText"/>
      </w:pPr>
    </w:p>
    <w:p w:rsidR="00572613" w:rsidRPr="00572613" w:rsidRDefault="00572613" w:rsidP="0095721C">
      <w:pPr>
        <w:pStyle w:val="MyBlockStyle"/>
      </w:pPr>
      <w:r>
        <w:t xml:space="preserve">Here is a styled </w:t>
      </w:r>
      <w:r w:rsidRPr="0095721C">
        <w:t>paragr</w:t>
      </w:r>
      <w:bookmarkStart w:id="0" w:name="_GoBack"/>
      <w:bookmarkEnd w:id="0"/>
      <w:r w:rsidRPr="0095721C">
        <w:t>aph</w:t>
      </w:r>
      <w:r>
        <w:t xml:space="preserve"> that inherits from Block Text.</w:t>
      </w:r>
    </w:p>
    <w:sectPr w:rsidR="00572613" w:rsidRPr="0057261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5721C">
      <w:pPr>
        <w:spacing w:after="0"/>
      </w:pPr>
      <w:r>
        <w:separator/>
      </w:r>
    </w:p>
  </w:endnote>
  <w:endnote w:type="continuationSeparator" w:id="0">
    <w:p w:rsidR="00000000" w:rsidRDefault="009572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5D5" w:rsidRDefault="0095721C">
      <w:r>
        <w:separator/>
      </w:r>
    </w:p>
  </w:footnote>
  <w:footnote w:type="continuationSeparator" w:id="0">
    <w:p w:rsidR="002115D5" w:rsidRDefault="00957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000F26-B329-47E7-8075-3C36E433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link w:val="BlockTextCha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Emphatic">
    <w:name w:val="Emphatic"/>
    <w:basedOn w:val="DefaultParagraphFont"/>
    <w:uiPriority w:val="1"/>
    <w:qFormat/>
    <w:rsid w:val="00572613"/>
    <w:rPr>
      <w:i/>
    </w:rPr>
  </w:style>
  <w:style w:type="character" w:customStyle="1" w:styleId="Strengthened">
    <w:name w:val="Strengthened"/>
    <w:basedOn w:val="DefaultParagraphFont"/>
    <w:uiPriority w:val="1"/>
    <w:qFormat/>
    <w:rsid w:val="00572613"/>
    <w:rPr>
      <w:b/>
    </w:rPr>
  </w:style>
  <w:style w:type="paragraph" w:customStyle="1" w:styleId="MyBlockStyle">
    <w:name w:val="My Block Style"/>
    <w:basedOn w:val="BlockText"/>
    <w:link w:val="MyBlockStyleChar"/>
    <w:qFormat/>
    <w:rsid w:val="00572613"/>
  </w:style>
  <w:style w:type="character" w:customStyle="1" w:styleId="BodyTextChar">
    <w:name w:val="Body Text Char"/>
    <w:basedOn w:val="DefaultParagraphFont"/>
    <w:link w:val="BodyText"/>
    <w:rsid w:val="00572613"/>
  </w:style>
  <w:style w:type="character" w:customStyle="1" w:styleId="BlockTextChar">
    <w:name w:val="Block Text Char"/>
    <w:basedOn w:val="BodyTextChar"/>
    <w:link w:val="BlockText"/>
    <w:uiPriority w:val="9"/>
    <w:rsid w:val="00572613"/>
    <w:rPr>
      <w:rFonts w:asciiTheme="majorHAnsi" w:eastAsiaTheme="majorEastAsia" w:hAnsiTheme="majorHAnsi" w:cstheme="majorBidi"/>
      <w:bCs/>
      <w:sz w:val="20"/>
      <w:szCs w:val="20"/>
    </w:rPr>
  </w:style>
  <w:style w:type="character" w:customStyle="1" w:styleId="MyBlockStyleChar">
    <w:name w:val="My Block Style Char"/>
    <w:basedOn w:val="BlockTextChar"/>
    <w:link w:val="MyBlockStyle"/>
    <w:rsid w:val="00572613"/>
    <w:rPr>
      <w:rFonts w:asciiTheme="majorHAnsi" w:eastAsiaTheme="majorEastAsia" w:hAnsiTheme="majorHAnsi" w:cstheme="majorBid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Jesse Rosenthal</cp:lastModifiedBy>
  <cp:revision>3</cp:revision>
  <dcterms:created xsi:type="dcterms:W3CDTF">2016-08-15T19:01:00Z</dcterms:created>
  <dcterms:modified xsi:type="dcterms:W3CDTF">2016-08-15T19:09:00Z</dcterms:modified>
</cp:coreProperties>
</file>