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footnote"/>
      <w:r>
        <w:t xml:space="preserve">A footnote</w:t>
      </w:r>
      <w:bookmarkEnd w:id="20"/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1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2"/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